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577D" w:rsidRDefault="00E9577D"/>
    <w:p w:rsidR="00E9577D" w:rsidRDefault="00E9577D"/>
    <w:p w:rsidR="00E9577D" w:rsidRDefault="00E9577D"/>
    <w:p w:rsidR="00E9577D" w:rsidRDefault="00E9577D"/>
    <w:p w:rsidR="00E9577D" w:rsidRDefault="00E9577D"/>
    <w:p w:rsidR="00E9577D" w:rsidRDefault="00E9577D"/>
    <w:p w:rsidR="00E9577D" w:rsidRDefault="00E9577D"/>
    <w:p w:rsidR="00E9577D" w:rsidRDefault="00E9577D"/>
    <w:p w:rsidR="00E9577D" w:rsidRDefault="00E9577D"/>
    <w:p w:rsidR="00E9577D" w:rsidRDefault="00E9577D"/>
    <w:p w:rsidR="00E9577D" w:rsidRDefault="00E9577D"/>
    <w:p w:rsidR="00E9577D" w:rsidRDefault="00E9577D"/>
    <w:p w:rsidR="00E9577D" w:rsidRPr="00E9577D" w:rsidRDefault="00E9577D" w:rsidP="00E9577D">
      <w:pPr>
        <w:spacing w:after="120" w:line="320" w:lineRule="exact"/>
        <w:rPr>
          <w:rFonts w:ascii="Aptos Light" w:hAnsi="Aptos Light"/>
          <w:sz w:val="22"/>
          <w:szCs w:val="22"/>
          <w:lang w:val="pl-PL"/>
        </w:rPr>
      </w:pPr>
      <w:r w:rsidRPr="00E9577D">
        <w:rPr>
          <w:rFonts w:ascii="Aptos Light" w:hAnsi="Aptos Light"/>
          <w:sz w:val="22"/>
          <w:szCs w:val="22"/>
          <w:lang w:val="pl-PL"/>
        </w:rPr>
        <w:t xml:space="preserve">Treść pisma złożone fontem </w:t>
      </w:r>
      <w:proofErr w:type="spellStart"/>
      <w:r w:rsidRPr="00E9577D">
        <w:rPr>
          <w:rFonts w:ascii="Aptos Light" w:hAnsi="Aptos Light"/>
          <w:sz w:val="22"/>
          <w:szCs w:val="22"/>
          <w:lang w:val="pl-PL"/>
        </w:rPr>
        <w:t>Aptos</w:t>
      </w:r>
      <w:proofErr w:type="spellEnd"/>
      <w:r>
        <w:rPr>
          <w:rFonts w:ascii="Aptos Light" w:hAnsi="Aptos Light"/>
          <w:sz w:val="22"/>
          <w:szCs w:val="22"/>
          <w:lang w:val="pl-PL"/>
        </w:rPr>
        <w:t xml:space="preserve"> Light</w:t>
      </w:r>
      <w:r w:rsidRPr="00E9577D">
        <w:rPr>
          <w:rFonts w:ascii="Aptos Light" w:hAnsi="Aptos Light"/>
          <w:sz w:val="22"/>
          <w:szCs w:val="22"/>
          <w:lang w:val="pl-PL"/>
        </w:rPr>
        <w:t>, 11 pkt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7B54A7A8" wp14:editId="79B0C5F3">
                <wp:simplePos x="0" y="0"/>
                <wp:positionH relativeFrom="column">
                  <wp:posOffset>3421380</wp:posOffset>
                </wp:positionH>
                <wp:positionV relativeFrom="page">
                  <wp:posOffset>2714625</wp:posOffset>
                </wp:positionV>
                <wp:extent cx="2271395" cy="989330"/>
                <wp:effectExtent l="0" t="0" r="1905" b="1270"/>
                <wp:wrapNone/>
                <wp:docPr id="29084544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1395" cy="989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9577D" w:rsidRPr="00E9577D" w:rsidRDefault="00E9577D" w:rsidP="00E9577D">
                            <w:pPr>
                              <w:rPr>
                                <w:rFonts w:ascii="Aptos" w:hAnsi="Aptos"/>
                                <w:b/>
                                <w:bCs/>
                                <w:sz w:val="22"/>
                                <w:szCs w:val="22"/>
                                <w:lang w:val="pl-PL"/>
                              </w:rPr>
                            </w:pPr>
                            <w:proofErr w:type="spellStart"/>
                            <w:r w:rsidRPr="00E9577D">
                              <w:rPr>
                                <w:rFonts w:ascii="Aptos" w:hAnsi="Aptos"/>
                                <w:b/>
                                <w:bCs/>
                                <w:sz w:val="22"/>
                                <w:szCs w:val="22"/>
                                <w:lang w:val="pl-PL"/>
                              </w:rPr>
                              <w:t>Sz.P</w:t>
                            </w:r>
                            <w:proofErr w:type="spellEnd"/>
                            <w:r w:rsidRPr="00E9577D">
                              <w:rPr>
                                <w:rFonts w:ascii="Aptos" w:hAnsi="Aptos"/>
                                <w:b/>
                                <w:bCs/>
                                <w:sz w:val="22"/>
                                <w:szCs w:val="22"/>
                                <w:lang w:val="pl-PL"/>
                              </w:rPr>
                              <w:t>. Imię Nazwisko</w:t>
                            </w:r>
                          </w:p>
                          <w:p w:rsidR="00E9577D" w:rsidRPr="00E9577D" w:rsidRDefault="00E9577D" w:rsidP="00E9577D">
                            <w:pPr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</w:pPr>
                          </w:p>
                          <w:p w:rsidR="00E9577D" w:rsidRPr="00E9577D" w:rsidRDefault="00E9577D" w:rsidP="00E9577D">
                            <w:pPr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</w:pPr>
                            <w:r w:rsidRPr="00E9577D"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  <w:t>Nazwa Instytucji</w:t>
                            </w:r>
                          </w:p>
                          <w:p w:rsidR="00E9577D" w:rsidRPr="00E9577D" w:rsidRDefault="00E9577D" w:rsidP="00E9577D">
                            <w:pPr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</w:pPr>
                            <w:r w:rsidRPr="00E9577D"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  <w:t>ul. Szeroka 1</w:t>
                            </w:r>
                          </w:p>
                          <w:p w:rsidR="00E9577D" w:rsidRPr="00E9577D" w:rsidRDefault="00E9577D" w:rsidP="00E9577D">
                            <w:pPr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</w:pPr>
                            <w:r w:rsidRPr="00E9577D"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  <w:t>00-000 Miejscowość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54A7A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69.4pt;margin-top:213.75pt;width:178.85pt;height:7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" fillcolor="white [3201]" stroked="f" strokeweight=".5pt">
                <v:textbox inset="0,0,0,0">
                  <w:txbxContent>
                    <w:p w:rsidR="00E9577D" w:rsidRPr="00E9577D" w:rsidRDefault="00E9577D" w:rsidP="00E9577D">
                      <w:pPr>
                        <w:rPr>
                          <w:rFonts w:ascii="Aptos" w:hAnsi="Aptos"/>
                          <w:b/>
                          <w:bCs/>
                          <w:sz w:val="22"/>
                          <w:szCs w:val="22"/>
                          <w:lang w:val="pl-PL"/>
                        </w:rPr>
                      </w:pPr>
                      <w:proofErr w:type="spellStart"/>
                      <w:r w:rsidRPr="00E9577D">
                        <w:rPr>
                          <w:rFonts w:ascii="Aptos" w:hAnsi="Aptos"/>
                          <w:b/>
                          <w:bCs/>
                          <w:sz w:val="22"/>
                          <w:szCs w:val="22"/>
                          <w:lang w:val="pl-PL"/>
                        </w:rPr>
                        <w:t>Sz.P</w:t>
                      </w:r>
                      <w:proofErr w:type="spellEnd"/>
                      <w:r w:rsidRPr="00E9577D">
                        <w:rPr>
                          <w:rFonts w:ascii="Aptos" w:hAnsi="Aptos"/>
                          <w:b/>
                          <w:bCs/>
                          <w:sz w:val="22"/>
                          <w:szCs w:val="22"/>
                          <w:lang w:val="pl-PL"/>
                        </w:rPr>
                        <w:t>. Imię Nazwisko</w:t>
                      </w:r>
                    </w:p>
                    <w:p w:rsidR="00E9577D" w:rsidRPr="00E9577D" w:rsidRDefault="00E9577D" w:rsidP="00E9577D">
                      <w:pPr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</w:pPr>
                    </w:p>
                    <w:p w:rsidR="00E9577D" w:rsidRPr="00E9577D" w:rsidRDefault="00E9577D" w:rsidP="00E9577D">
                      <w:pPr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</w:pPr>
                      <w:r w:rsidRPr="00E9577D"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  <w:t>Nazwa Instytucji</w:t>
                      </w:r>
                    </w:p>
                    <w:p w:rsidR="00E9577D" w:rsidRPr="00E9577D" w:rsidRDefault="00E9577D" w:rsidP="00E9577D">
                      <w:pPr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</w:pPr>
                      <w:r w:rsidRPr="00E9577D"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  <w:t>ul. Szeroka 1</w:t>
                      </w:r>
                    </w:p>
                    <w:p w:rsidR="00E9577D" w:rsidRPr="00E9577D" w:rsidRDefault="00E9577D" w:rsidP="00E9577D">
                      <w:pPr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</w:pPr>
                      <w:r w:rsidRPr="00E9577D"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  <w:t>00-000 Miejscowość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45C07079" wp14:editId="02A7B3F8">
                <wp:simplePos x="0" y="0"/>
                <wp:positionH relativeFrom="column">
                  <wp:posOffset>3421380</wp:posOffset>
                </wp:positionH>
                <wp:positionV relativeFrom="page">
                  <wp:posOffset>2047875</wp:posOffset>
                </wp:positionV>
                <wp:extent cx="2271395" cy="320040"/>
                <wp:effectExtent l="0" t="0" r="1905" b="0"/>
                <wp:wrapNone/>
                <wp:docPr id="184851854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1395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9577D" w:rsidRPr="00E9577D" w:rsidRDefault="00E9577D" w:rsidP="00E9577D">
                            <w:pPr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</w:pPr>
                            <w:r w:rsidRPr="00E9577D"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  <w:t>Białystok, 1 lutego 2025 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07079" id="_x0000_s1027" type="#_x0000_t202" style="position:absolute;margin-left:269.4pt;margin-top:161.25pt;width:178.85pt;height:2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" fillcolor="white [3201]" stroked="f" strokeweight=".5pt">
                <v:textbox inset="0,0,0,0">
                  <w:txbxContent>
                    <w:p w:rsidR="00E9577D" w:rsidRPr="00E9577D" w:rsidRDefault="00E9577D" w:rsidP="00E9577D">
                      <w:pPr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</w:pPr>
                      <w:r w:rsidRPr="00E9577D"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  <w:t>Białystok, 1 lutego 2025 r.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0305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20BA8FC0" wp14:editId="302978D1">
                <wp:simplePos x="0" y="0"/>
                <wp:positionH relativeFrom="column">
                  <wp:posOffset>20955</wp:posOffset>
                </wp:positionH>
                <wp:positionV relativeFrom="page">
                  <wp:posOffset>3332480</wp:posOffset>
                </wp:positionV>
                <wp:extent cx="2271395" cy="461645"/>
                <wp:effectExtent l="0" t="0" r="1905" b="1270"/>
                <wp:wrapNone/>
                <wp:docPr id="128869595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1395" cy="461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03059" w:rsidRPr="00E9577D" w:rsidRDefault="00B03059">
                            <w:pPr>
                              <w:rPr>
                                <w:rFonts w:ascii="Aptos Light" w:hAnsi="Aptos Light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E9577D"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  <w:t>UMB/2025/SIW/PAP/01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A8FC0" id="_x0000_s1028" type="#_x0000_t202" style="position:absolute;margin-left:1.65pt;margin-top:262.4pt;width:178.85pt;height:3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" fillcolor="white [3201]" stroked="f" strokeweight=".5pt">
                <v:textbox inset="0,0,0,0">
                  <w:txbxContent>
                    <w:p w:rsidR="00B03059" w:rsidRPr="00E9577D" w:rsidRDefault="00B03059">
                      <w:pPr>
                        <w:rPr>
                          <w:rFonts w:ascii="Aptos Light" w:hAnsi="Aptos Light"/>
                          <w:sz w:val="22"/>
                          <w:szCs w:val="22"/>
                          <w:lang w:val="en-US"/>
                        </w:rPr>
                      </w:pPr>
                      <w:r w:rsidRPr="00E9577D"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  <w:t>UMB/2025/SIW/PAP/01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0305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178F97D" wp14:editId="0907F4E6">
                <wp:simplePos x="0" y="0"/>
                <wp:positionH relativeFrom="column">
                  <wp:posOffset>17780</wp:posOffset>
                </wp:positionH>
                <wp:positionV relativeFrom="page">
                  <wp:posOffset>2724150</wp:posOffset>
                </wp:positionV>
                <wp:extent cx="2271395" cy="461645"/>
                <wp:effectExtent l="0" t="0" r="1905" b="0"/>
                <wp:wrapNone/>
                <wp:docPr id="191746573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1395" cy="461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03059" w:rsidRPr="00B03059" w:rsidRDefault="00B03059">
                            <w:pPr>
                              <w:rPr>
                                <w:rFonts w:ascii="Encode Sans Narrow" w:hAnsi="Encode Sans Narrow"/>
                                <w:sz w:val="14"/>
                                <w:szCs w:val="14"/>
                                <w:lang w:val="pl-PL"/>
                              </w:rPr>
                            </w:pPr>
                            <w:r w:rsidRPr="00B03059">
                              <w:rPr>
                                <w:rFonts w:ascii="Encode Sans Narrow" w:hAnsi="Encode Sans Narrow"/>
                                <w:sz w:val="14"/>
                                <w:szCs w:val="14"/>
                                <w:lang w:val="pl-PL"/>
                              </w:rPr>
                              <w:t>ul. Jana Kilińskiego 1, 15-089 Białystok</w:t>
                            </w:r>
                          </w:p>
                          <w:p w:rsidR="00B03059" w:rsidRPr="006C3F0C" w:rsidRDefault="00B03059">
                            <w:pPr>
                              <w:rPr>
                                <w:rFonts w:ascii="Encode Sans Narrow" w:hAnsi="Encode Sans Narrow"/>
                                <w:sz w:val="14"/>
                                <w:szCs w:val="14"/>
                                <w:lang w:val="pl-PL"/>
                              </w:rPr>
                            </w:pPr>
                            <w:r w:rsidRPr="006C3F0C">
                              <w:rPr>
                                <w:rFonts w:ascii="Encode Sans Narrow" w:hAnsi="Encode Sans Narrow"/>
                                <w:sz w:val="14"/>
                                <w:szCs w:val="14"/>
                                <w:lang w:val="pl-PL"/>
                              </w:rPr>
                              <w:t>tel. 85 748 551</w:t>
                            </w:r>
                          </w:p>
                          <w:p w:rsidR="00B03059" w:rsidRPr="00B03059" w:rsidRDefault="00B03059">
                            <w:pPr>
                              <w:rPr>
                                <w:rFonts w:ascii="Encode Sans Narrow" w:hAnsi="Encode Sans Narrow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B03059">
                              <w:rPr>
                                <w:rFonts w:ascii="Encode Sans Narrow" w:hAnsi="Encode Sans Narrow"/>
                                <w:sz w:val="14"/>
                                <w:szCs w:val="14"/>
                                <w:lang w:val="en-US"/>
                              </w:rPr>
                              <w:t>email: rektor@umb.edu.pl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8F97D" id="_x0000_s1029" type="#_x0000_t202" style="position:absolute;margin-left:1.4pt;margin-top:214.5pt;width:178.85pt;height:3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" fillcolor="white [3201]" stroked="f" strokeweight=".5pt">
                <v:textbox inset="0,0,0,0">
                  <w:txbxContent>
                    <w:p w:rsidR="00B03059" w:rsidRPr="00B03059" w:rsidRDefault="00B03059">
                      <w:pPr>
                        <w:rPr>
                          <w:rFonts w:ascii="Encode Sans Narrow" w:hAnsi="Encode Sans Narrow"/>
                          <w:sz w:val="14"/>
                          <w:szCs w:val="14"/>
                          <w:lang w:val="pl-PL"/>
                        </w:rPr>
                      </w:pPr>
                      <w:r w:rsidRPr="00B03059">
                        <w:rPr>
                          <w:rFonts w:ascii="Encode Sans Narrow" w:hAnsi="Encode Sans Narrow"/>
                          <w:sz w:val="14"/>
                          <w:szCs w:val="14"/>
                          <w:lang w:val="pl-PL"/>
                        </w:rPr>
                        <w:t>ul. Jana Kilińskiego 1, 15-089 Białystok</w:t>
                      </w:r>
                    </w:p>
                    <w:p w:rsidR="00B03059" w:rsidRPr="006C3F0C" w:rsidRDefault="00B03059">
                      <w:pPr>
                        <w:rPr>
                          <w:rFonts w:ascii="Encode Sans Narrow" w:hAnsi="Encode Sans Narrow"/>
                          <w:sz w:val="14"/>
                          <w:szCs w:val="14"/>
                          <w:lang w:val="pl-PL"/>
                        </w:rPr>
                      </w:pPr>
                      <w:r w:rsidRPr="006C3F0C">
                        <w:rPr>
                          <w:rFonts w:ascii="Encode Sans Narrow" w:hAnsi="Encode Sans Narrow"/>
                          <w:sz w:val="14"/>
                          <w:szCs w:val="14"/>
                          <w:lang w:val="pl-PL"/>
                        </w:rPr>
                        <w:t>tel. 85 748 551</w:t>
                      </w:r>
                    </w:p>
                    <w:p w:rsidR="00B03059" w:rsidRPr="00B03059" w:rsidRDefault="00B03059">
                      <w:pPr>
                        <w:rPr>
                          <w:rFonts w:ascii="Encode Sans Narrow" w:hAnsi="Encode Sans Narrow"/>
                          <w:sz w:val="14"/>
                          <w:szCs w:val="14"/>
                          <w:lang w:val="en-US"/>
                        </w:rPr>
                      </w:pPr>
                      <w:r w:rsidRPr="00B03059">
                        <w:rPr>
                          <w:rFonts w:ascii="Encode Sans Narrow" w:hAnsi="Encode Sans Narrow"/>
                          <w:sz w:val="14"/>
                          <w:szCs w:val="14"/>
                          <w:lang w:val="en-US"/>
                        </w:rPr>
                        <w:t>email: rektor@umb.edu.pl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0305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17780</wp:posOffset>
                </wp:positionH>
                <wp:positionV relativeFrom="page">
                  <wp:posOffset>2309495</wp:posOffset>
                </wp:positionV>
                <wp:extent cx="2271395" cy="320040"/>
                <wp:effectExtent l="0" t="0" r="1905" b="0"/>
                <wp:wrapNone/>
                <wp:docPr id="211126682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1395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03059" w:rsidRPr="00B03059" w:rsidRDefault="00B03059">
                            <w:pPr>
                              <w:rPr>
                                <w:rFonts w:ascii="Encode Sans Narrow" w:hAnsi="Encode Sans Narrow"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B03059">
                              <w:rPr>
                                <w:rFonts w:ascii="Encode Sans Narrow" w:hAnsi="Encode Sans Narrow"/>
                                <w:sz w:val="18"/>
                                <w:szCs w:val="18"/>
                                <w:lang w:val="pl-PL"/>
                              </w:rPr>
                              <w:t>Rektor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.4pt;margin-top:181.85pt;width:178.85pt;height: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" fillcolor="white [3201]" stroked="f" strokeweight=".5pt">
                <v:textbox inset="0,0,0,0">
                  <w:txbxContent>
                    <w:p w:rsidR="00B03059" w:rsidRPr="00B03059" w:rsidRDefault="00B03059">
                      <w:pPr>
                        <w:rPr>
                          <w:rFonts w:ascii="Encode Sans Narrow" w:hAnsi="Encode Sans Narrow"/>
                          <w:sz w:val="18"/>
                          <w:szCs w:val="18"/>
                          <w:lang w:val="pl-PL"/>
                        </w:rPr>
                      </w:pPr>
                      <w:r w:rsidRPr="00B03059">
                        <w:rPr>
                          <w:rFonts w:ascii="Encode Sans Narrow" w:hAnsi="Encode Sans Narrow"/>
                          <w:sz w:val="18"/>
                          <w:szCs w:val="18"/>
                          <w:lang w:val="pl-PL"/>
                        </w:rPr>
                        <w:t>Rektor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rFonts w:ascii="Aptos Light" w:hAnsi="Aptos Light"/>
          <w:sz w:val="22"/>
          <w:szCs w:val="22"/>
          <w:lang w:val="pl-PL"/>
        </w:rPr>
        <w:t>.</w:t>
      </w:r>
    </w:p>
    <w:p w:rsidR="00E9577D" w:rsidRDefault="00E9577D"/>
    <w:sectPr w:rsidR="00E9577D" w:rsidSect="00E9577D">
      <w:headerReference w:type="default" r:id="rId6"/>
      <w:footerReference w:type="default" r:id="rId7"/>
      <w:pgSz w:w="11906" w:h="16838"/>
      <w:pgMar w:top="2268" w:right="1701" w:bottom="1701" w:left="1701" w:header="2835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53498" w:rsidRDefault="00B53498" w:rsidP="00B03059">
      <w:r>
        <w:separator/>
      </w:r>
    </w:p>
  </w:endnote>
  <w:endnote w:type="continuationSeparator" w:id="0">
    <w:p w:rsidR="00B53498" w:rsidRDefault="00B53498" w:rsidP="00B0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Encode Sans Narrow">
    <w:panose1 w:val="02000000000000000000"/>
    <w:charset w:val="4D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3059" w:rsidRDefault="00B03059">
    <w:pPr>
      <w:pStyle w:val="Footer"/>
    </w:pPr>
    <w:r>
      <w:rPr>
        <w:noProof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56400" cy="1486800"/>
          <wp:effectExtent l="0" t="0" r="635" b="0"/>
          <wp:wrapNone/>
          <wp:docPr id="178405228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299159" name="Picture 1122991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48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53498" w:rsidRDefault="00B53498" w:rsidP="00B03059">
      <w:r>
        <w:separator/>
      </w:r>
    </w:p>
  </w:footnote>
  <w:footnote w:type="continuationSeparator" w:id="0">
    <w:p w:rsidR="00B53498" w:rsidRDefault="00B53498" w:rsidP="00B03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3059" w:rsidRDefault="00B03059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5715</wp:posOffset>
          </wp:positionV>
          <wp:extent cx="7555865" cy="2298065"/>
          <wp:effectExtent l="0" t="0" r="635" b="635"/>
          <wp:wrapNone/>
          <wp:docPr id="13718951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189513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298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F0C"/>
    <w:rsid w:val="00187275"/>
    <w:rsid w:val="00206523"/>
    <w:rsid w:val="006C3F0C"/>
    <w:rsid w:val="00B03059"/>
    <w:rsid w:val="00B53498"/>
    <w:rsid w:val="00E9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5:chartTrackingRefBased/>
  <w15:docId w15:val="{2175F0D6-D584-4A49-A37F-9B826CC13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7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30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3059"/>
  </w:style>
  <w:style w:type="paragraph" w:styleId="Footer">
    <w:name w:val="footer"/>
    <w:basedOn w:val="Normal"/>
    <w:link w:val="FooterChar"/>
    <w:uiPriority w:val="99"/>
    <w:unhideWhenUsed/>
    <w:rsid w:val="00B030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kubrola/Projekty/UMB%20Bia&#322;ystok/materia&#322;y%20firmowe/listownik/UMB%20listownik%201-stronicowy%20szabl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UMB listownik 1-stronicowy szablon.dotx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Rola</dc:creator>
  <cp:keywords/>
  <dc:description/>
  <cp:lastModifiedBy>Jakub Rola</cp:lastModifiedBy>
  <cp:revision>1</cp:revision>
  <dcterms:created xsi:type="dcterms:W3CDTF">2025-05-15T16:35:00Z</dcterms:created>
  <dcterms:modified xsi:type="dcterms:W3CDTF">2025-05-15T16:44:00Z</dcterms:modified>
</cp:coreProperties>
</file>